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8BD" w:rsidRDefault="00A642CE" w:rsidP="00A642C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Most Dangerous Game word </w:t>
      </w:r>
      <w:proofErr w:type="gramStart"/>
      <w:r>
        <w:rPr>
          <w:rFonts w:ascii="Times New Roman" w:hAnsi="Times New Roman" w:cs="Times New Roman"/>
          <w:sz w:val="28"/>
          <w:szCs w:val="28"/>
        </w:rPr>
        <w:t>think</w:t>
      </w:r>
      <w:proofErr w:type="gramEnd"/>
    </w:p>
    <w:p w:rsidR="00A642CE" w:rsidRDefault="00A642CE" w:rsidP="00A642C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642CE" w:rsidRDefault="00A642CE" w:rsidP="00A642C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Write The Most Dangerous Game on the board. Put a box around it.</w:t>
      </w:r>
    </w:p>
    <w:p w:rsidR="00A642CE" w:rsidRDefault="00A642CE" w:rsidP="00A642C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642CE" w:rsidRDefault="00A642CE" w:rsidP="00A642C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All around the </w:t>
      </w:r>
      <w:proofErr w:type="gramStart"/>
      <w:r>
        <w:rPr>
          <w:rFonts w:ascii="Times New Roman" w:hAnsi="Times New Roman" w:cs="Times New Roman"/>
          <w:sz w:val="28"/>
          <w:szCs w:val="28"/>
        </w:rPr>
        <w:t>box,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write the following words: hunting, reason, ship, survival, dangerous, mansion, dogs, island, game.</w:t>
      </w:r>
    </w:p>
    <w:p w:rsidR="00A642CE" w:rsidRDefault="00A642CE" w:rsidP="00A642C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642CE" w:rsidRDefault="00A642CE" w:rsidP="00A642C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words around the box are associated with the story.</w:t>
      </w:r>
    </w:p>
    <w:p w:rsidR="00A642CE" w:rsidRDefault="00A642CE" w:rsidP="00A642C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642CE" w:rsidRPr="00A642CE" w:rsidRDefault="00A642CE" w:rsidP="00A642C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Make a prediction about the story using the words around the box.</w:t>
      </w:r>
      <w:bookmarkStart w:id="0" w:name="_GoBack"/>
      <w:bookmarkEnd w:id="0"/>
    </w:p>
    <w:sectPr w:rsidR="00A642CE" w:rsidRPr="00A642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2CE"/>
    <w:rsid w:val="008C3424"/>
    <w:rsid w:val="00A642CE"/>
    <w:rsid w:val="00B50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642C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642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F42C3132</Template>
  <TotalTime>5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FDCSD</Company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FDCSD</dc:creator>
  <cp:lastModifiedBy>FDCSD</cp:lastModifiedBy>
  <cp:revision>1</cp:revision>
  <dcterms:created xsi:type="dcterms:W3CDTF">2014-08-12T17:33:00Z</dcterms:created>
  <dcterms:modified xsi:type="dcterms:W3CDTF">2014-08-12T17:38:00Z</dcterms:modified>
</cp:coreProperties>
</file>